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53631-1D40-4826-8A4B-EB425A9B582C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